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48" w:rsidRDefault="00163148"/>
    <w:p w:rsidR="00163148" w:rsidRDefault="00163148" w:rsidP="00226A09">
      <w:pPr>
        <w:jc w:val="center"/>
        <w:rPr>
          <w:b/>
          <w:bCs/>
          <w:sz w:val="32"/>
          <w:szCs w:val="32"/>
        </w:rPr>
      </w:pPr>
      <w:r w:rsidRPr="00226A09">
        <w:rPr>
          <w:b/>
          <w:bCs/>
          <w:sz w:val="32"/>
          <w:szCs w:val="32"/>
        </w:rPr>
        <w:t>Quiz # 1 – Trigonometry</w:t>
      </w:r>
    </w:p>
    <w:p w:rsidR="00163148" w:rsidRPr="00226A09" w:rsidRDefault="00163148" w:rsidP="00226A09">
      <w:pPr>
        <w:jc w:val="center"/>
        <w:rPr>
          <w:b/>
          <w:bCs/>
          <w:sz w:val="32"/>
          <w:szCs w:val="32"/>
        </w:rPr>
      </w:pPr>
    </w:p>
    <w:p w:rsidR="00163148" w:rsidRDefault="00163148" w:rsidP="00D44862">
      <w:pPr>
        <w:numPr>
          <w:ilvl w:val="0"/>
          <w:numId w:val="5"/>
        </w:numPr>
      </w:pPr>
      <w:r>
        <w:t>Communication counts – 1 equal sign per line, circle final answers</w:t>
      </w:r>
    </w:p>
    <w:p w:rsidR="00163148" w:rsidRDefault="00163148" w:rsidP="009758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8"/>
        <w:gridCol w:w="1908"/>
      </w:tblGrid>
      <w:tr w:rsidR="00163148">
        <w:tc>
          <w:tcPr>
            <w:tcW w:w="9108" w:type="dxa"/>
          </w:tcPr>
          <w:p w:rsidR="00163148" w:rsidRPr="00591917" w:rsidRDefault="00163148" w:rsidP="001C77A9">
            <w:pPr>
              <w:rPr>
                <w:b/>
                <w:bCs/>
              </w:rPr>
            </w:pPr>
            <w:r w:rsidRPr="00591917">
              <w:rPr>
                <w:b/>
                <w:bCs/>
                <w:sz w:val="22"/>
                <w:szCs w:val="22"/>
              </w:rPr>
              <w:t>Expectation</w:t>
            </w:r>
          </w:p>
        </w:tc>
        <w:tc>
          <w:tcPr>
            <w:tcW w:w="1908" w:type="dxa"/>
          </w:tcPr>
          <w:p w:rsidR="00163148" w:rsidRPr="00591917" w:rsidRDefault="00163148" w:rsidP="001C77A9">
            <w:pPr>
              <w:rPr>
                <w:b/>
                <w:bCs/>
              </w:rPr>
            </w:pPr>
            <w:r w:rsidRPr="00591917">
              <w:rPr>
                <w:b/>
                <w:bCs/>
                <w:sz w:val="22"/>
                <w:szCs w:val="22"/>
              </w:rPr>
              <w:t>Level Achieved</w:t>
            </w:r>
          </w:p>
        </w:tc>
      </w:tr>
      <w:tr w:rsidR="00163148">
        <w:tc>
          <w:tcPr>
            <w:tcW w:w="9108" w:type="dxa"/>
          </w:tcPr>
          <w:p w:rsidR="00163148" w:rsidRPr="008E2968" w:rsidRDefault="00163148" w:rsidP="001C77A9">
            <w:r>
              <w:rPr>
                <w:sz w:val="22"/>
                <w:szCs w:val="22"/>
              </w:rPr>
              <w:t xml:space="preserve">TG3 - </w:t>
            </w:r>
            <w:r w:rsidRPr="008E2968">
              <w:rPr>
                <w:sz w:val="22"/>
                <w:szCs w:val="22"/>
              </w:rPr>
              <w:t>solve problems using primary trigonometric ratios of acute and obtuse angles, the sine law, and the</w:t>
            </w:r>
            <w:r>
              <w:rPr>
                <w:sz w:val="22"/>
                <w:szCs w:val="22"/>
              </w:rPr>
              <w:t xml:space="preserve"> </w:t>
            </w:r>
            <w:r w:rsidRPr="008E2968">
              <w:rPr>
                <w:sz w:val="22"/>
                <w:szCs w:val="22"/>
              </w:rPr>
              <w:t>cosine law, including problems arising from real-world applications, and describe applications of</w:t>
            </w:r>
            <w:r>
              <w:rPr>
                <w:sz w:val="22"/>
                <w:szCs w:val="22"/>
              </w:rPr>
              <w:t xml:space="preserve"> </w:t>
            </w:r>
            <w:r w:rsidRPr="008E2968">
              <w:rPr>
                <w:sz w:val="22"/>
                <w:szCs w:val="22"/>
              </w:rPr>
              <w:t>trigonometry in various occupations</w:t>
            </w:r>
          </w:p>
        </w:tc>
        <w:tc>
          <w:tcPr>
            <w:tcW w:w="1908" w:type="dxa"/>
          </w:tcPr>
          <w:p w:rsidR="00163148" w:rsidRPr="00591917" w:rsidRDefault="00163148" w:rsidP="001C77A9"/>
        </w:tc>
      </w:tr>
    </w:tbl>
    <w:p w:rsidR="00163148" w:rsidRDefault="00163148">
      <w:pPr>
        <w:rPr>
          <w:b/>
          <w:bCs/>
          <w:sz w:val="28"/>
          <w:szCs w:val="28"/>
          <w:u w:val="single"/>
        </w:rPr>
      </w:pPr>
    </w:p>
    <w:p w:rsidR="00163148" w:rsidRDefault="00163148" w:rsidP="00CC5ED9">
      <w:pPr>
        <w:numPr>
          <w:ilvl w:val="0"/>
          <w:numId w:val="4"/>
        </w:numPr>
      </w:pPr>
      <w:r>
        <w:t xml:space="preserve">For the following triangle, </w:t>
      </w:r>
      <w:r>
        <w:rPr>
          <w:i/>
          <w:iCs/>
          <w:u w:val="single"/>
        </w:rPr>
        <w:t>LABEL</w:t>
      </w:r>
      <w:r>
        <w:t xml:space="preserve"> the sides with respect to angle A.  Then state the three primary trigonometric </w:t>
      </w:r>
      <w:r w:rsidRPr="00005B95">
        <w:rPr>
          <w:b/>
          <w:bCs/>
          <w:u w:val="single"/>
        </w:rPr>
        <w:t>ratios</w:t>
      </w:r>
      <w:r>
        <w:t xml:space="preserve"> for angle A (ie:  Sin A, Cos A and the Tan A)  </w:t>
      </w:r>
    </w:p>
    <w:p w:rsidR="00163148" w:rsidRDefault="00163148" w:rsidP="00CC5ED9">
      <w:pPr>
        <w:ind w:left="720"/>
      </w:pPr>
      <w:r>
        <w:t xml:space="preserve">You must find the length of the hypotenuse first.  </w:t>
      </w:r>
    </w:p>
    <w:p w:rsidR="00163148" w:rsidRDefault="00163148" w:rsidP="00CC5ED9">
      <w:pPr>
        <w:ind w:left="720"/>
      </w:pPr>
      <w:r>
        <w:rPr>
          <w:b/>
          <w:bCs/>
        </w:rPr>
        <w:t>Do NOT solve for angle A.</w:t>
      </w:r>
    </w:p>
    <w:p w:rsidR="00163148" w:rsidRDefault="00163148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7.15pt;margin-top:11.5pt;width:28.8pt;height:36pt;z-index:251646464" filled="f" stroked="f">
            <v:textbox>
              <w:txbxContent>
                <w:p w:rsidR="00163148" w:rsidRDefault="00163148">
                  <w:r>
                    <w:t>A</w:t>
                  </w:r>
                </w:p>
              </w:txbxContent>
            </v:textbox>
          </v:shape>
        </w:pict>
      </w:r>
    </w:p>
    <w:p w:rsidR="00163148" w:rsidRDefault="00163148"/>
    <w:p w:rsidR="00163148" w:rsidRDefault="00163148">
      <w:r>
        <w:rPr>
          <w:noProof/>
          <w:lang w:val="en-US"/>
        </w:rPr>
        <w:pict>
          <v:group id="_x0000_s1027" style="position:absolute;margin-left:1in;margin-top:.1pt;width:158.4pt;height:108pt;z-index:251649536" coordorigin="2160,3744" coordsize="3168,2160" o:allowincell="f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28" type="#_x0000_t6" style="position:absolute;left:2160;top:3744;width:3168;height:2160"/>
            <v:rect id="_x0000_s1029" style="position:absolute;left:2160;top:5616;width:288;height:288"/>
          </v:group>
        </w:pict>
      </w:r>
    </w:p>
    <w:p w:rsidR="00163148" w:rsidRDefault="00163148"/>
    <w:p w:rsidR="00163148" w:rsidRDefault="00163148"/>
    <w:p w:rsidR="00163148" w:rsidRDefault="00163148">
      <w:r>
        <w:rPr>
          <w:noProof/>
          <w:lang w:val="en-US"/>
        </w:rPr>
        <w:pict>
          <v:shape id="_x0000_s1030" type="#_x0000_t202" style="position:absolute;margin-left:36.6pt;margin-top:1.85pt;width:43.2pt;height:36pt;z-index:251650560" filled="f" stroked="f">
            <v:textbox>
              <w:txbxContent>
                <w:p w:rsidR="00163148" w:rsidRDefault="00163148">
                  <w:r>
                    <w:t>20 m</w:t>
                  </w:r>
                </w:p>
              </w:txbxContent>
            </v:textbox>
          </v:shape>
        </w:pict>
      </w:r>
    </w:p>
    <w:p w:rsidR="00163148" w:rsidRDefault="00163148"/>
    <w:p w:rsidR="00163148" w:rsidRDefault="00163148"/>
    <w:p w:rsidR="00163148" w:rsidRDefault="00163148"/>
    <w:p w:rsidR="00163148" w:rsidRDefault="00163148">
      <w:r>
        <w:rPr>
          <w:noProof/>
          <w:lang w:val="en-US"/>
        </w:rPr>
        <w:pict>
          <v:shape id="_x0000_s1031" type="#_x0000_t202" style="position:absolute;margin-left:225.9pt;margin-top:1.75pt;width:28.8pt;height:36pt;z-index:251648512" filled="f" stroked="f">
            <v:textbox>
              <w:txbxContent>
                <w:p w:rsidR="00163148" w:rsidRDefault="00163148">
                  <w:r>
                    <w:t>C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2" type="#_x0000_t202" style="position:absolute;margin-left:54.45pt;margin-top:3.25pt;width:28.8pt;height:36pt;z-index:251647488" filled="f" stroked="f">
            <v:textbox>
              <w:txbxContent>
                <w:p w:rsidR="00163148" w:rsidRDefault="00163148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3" type="#_x0000_t202" style="position:absolute;margin-left:122.4pt;margin-top:8.95pt;width:43.2pt;height:36pt;z-index:251651584" filled="f" stroked="f">
            <v:textbox>
              <w:txbxContent>
                <w:p w:rsidR="00163148" w:rsidRDefault="00163148">
                  <w:r>
                    <w:t>15 m</w:t>
                  </w:r>
                </w:p>
              </w:txbxContent>
            </v:textbox>
          </v:shape>
        </w:pict>
      </w:r>
    </w:p>
    <w:p w:rsidR="00163148" w:rsidRDefault="00163148"/>
    <w:p w:rsidR="00163148" w:rsidRDefault="00163148"/>
    <w:p w:rsidR="00163148" w:rsidRDefault="00163148"/>
    <w:p w:rsidR="00163148" w:rsidRDefault="00163148"/>
    <w:p w:rsidR="00163148" w:rsidRPr="000C53C2" w:rsidRDefault="00163148">
      <w:pPr>
        <w:rPr>
          <w:i/>
          <w:iCs/>
        </w:rPr>
      </w:pPr>
      <w:r>
        <w:t>2.</w:t>
      </w:r>
      <w:r>
        <w:tab/>
        <w:t xml:space="preserve">Use your calculator to evaluate each of the following.  </w:t>
      </w:r>
      <w:r w:rsidRPr="000C53C2">
        <w:rPr>
          <w:b/>
          <w:bCs/>
          <w:i/>
          <w:iCs/>
        </w:rPr>
        <w:t>Round your answers to the</w:t>
      </w:r>
      <w:r w:rsidRPr="000C53C2">
        <w:rPr>
          <w:i/>
          <w:iCs/>
        </w:rPr>
        <w:t xml:space="preserve"> </w:t>
      </w:r>
      <w:r w:rsidRPr="000C53C2">
        <w:rPr>
          <w:b/>
          <w:bCs/>
          <w:i/>
          <w:iCs/>
        </w:rPr>
        <w:t>nearest thousandths</w:t>
      </w:r>
      <w:r w:rsidRPr="000C53C2">
        <w:rPr>
          <w:i/>
          <w:iCs/>
        </w:rPr>
        <w:t>.</w:t>
      </w:r>
    </w:p>
    <w:p w:rsidR="00163148" w:rsidRDefault="00163148"/>
    <w:p w:rsidR="00163148" w:rsidRDefault="00163148">
      <w:pPr>
        <w:rPr>
          <w:u w:val="single"/>
        </w:rPr>
      </w:pPr>
      <w:r>
        <w:tab/>
        <w:t>a)</w:t>
      </w:r>
      <w:r>
        <w:tab/>
        <w:t>sin 47</w:t>
      </w:r>
      <w:r>
        <w:rPr>
          <w:vertAlign w:val="superscript"/>
        </w:rPr>
        <w:t>o</w:t>
      </w:r>
      <w:r>
        <w:tab/>
        <w:t xml:space="preserve">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>b)</w:t>
      </w:r>
      <w:r>
        <w:tab/>
        <w:t>tan 218</w:t>
      </w:r>
      <w:r>
        <w:rPr>
          <w:vertAlign w:val="superscript"/>
        </w:rPr>
        <w:t>o</w:t>
      </w:r>
      <w:r>
        <w:t xml:space="preserve"> 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63148" w:rsidRDefault="00163148"/>
    <w:p w:rsidR="00163148" w:rsidRDefault="00163148"/>
    <w:p w:rsidR="00163148" w:rsidRDefault="00163148">
      <w:pPr>
        <w:rPr>
          <w:u w:val="single"/>
        </w:rPr>
      </w:pPr>
      <w:r>
        <w:tab/>
        <w:t>c)</w:t>
      </w:r>
      <w:r>
        <w:tab/>
        <w:t>cos 210</w:t>
      </w:r>
      <w:r>
        <w:rPr>
          <w:vertAlign w:val="superscript"/>
        </w:rPr>
        <w:t>o</w:t>
      </w:r>
      <w:r>
        <w:t xml:space="preserve"> 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>d)</w:t>
      </w:r>
      <w:r>
        <w:tab/>
        <w:t xml:space="preserve">sin </w:t>
      </w:r>
      <w:r>
        <w:rPr>
          <w:vertAlign w:val="superscript"/>
        </w:rPr>
        <w:t>–1</w:t>
      </w:r>
      <w:r>
        <w:t xml:space="preserve"> (0.5) 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63148" w:rsidRDefault="00163148"/>
    <w:p w:rsidR="00163148" w:rsidRDefault="00163148"/>
    <w:p w:rsidR="00163148" w:rsidRDefault="00163148"/>
    <w:p w:rsidR="00163148" w:rsidRDefault="00163148">
      <w:r>
        <w:t>3.</w:t>
      </w:r>
      <w:r>
        <w:tab/>
        <w:t xml:space="preserve">Find side “ k ”  (round to </w:t>
      </w:r>
      <w:r w:rsidRPr="000C53C2">
        <w:rPr>
          <w:b/>
          <w:bCs/>
        </w:rPr>
        <w:t>one decimal place</w:t>
      </w:r>
      <w:r>
        <w:t>)</w:t>
      </w:r>
    </w:p>
    <w:p w:rsidR="00163148" w:rsidRDefault="00163148"/>
    <w:p w:rsidR="00163148" w:rsidRDefault="00163148" w:rsidP="00D44862">
      <w:pPr>
        <w:ind w:left="284"/>
      </w:pPr>
      <w:r>
        <w:rPr>
          <w:noProof/>
          <w:lang w:val="en-US"/>
        </w:rPr>
        <w:pict>
          <v:group id="_x0000_s1034" style="position:absolute;left:0;text-align:left;margin-left:50.4pt;margin-top:5.95pt;width:3in;height:151.2pt;z-index:251652608" coordorigin="1728,11376" coordsize="4320,3024" o:allowincell="f">
            <v:group id="_x0000_s1035" style="position:absolute;left:2304;top:11609;width:3168;height:2160;flip:y" coordorigin="2160,3744" coordsize="3168,2160">
              <v:shape id="_x0000_s1036" type="#_x0000_t6" style="position:absolute;left:2160;top:3744;width:3168;height:2160"/>
              <v:rect id="_x0000_s1037" style="position:absolute;left:2160;top:5616;width:288;height:288"/>
            </v:group>
            <v:shape id="_x0000_s1038" type="#_x0000_t202" style="position:absolute;left:1728;top:13680;width:576;height:720" filled="f" stroked="f">
              <v:textbox>
                <w:txbxContent>
                  <w:p w:rsidR="00163148" w:rsidRDefault="00163148">
                    <w:r>
                      <w:t>K</w:t>
                    </w:r>
                  </w:p>
                </w:txbxContent>
              </v:textbox>
            </v:shape>
            <v:shape id="_x0000_s1039" type="#_x0000_t202" style="position:absolute;left:1872;top:11376;width:576;height:720" filled="f" stroked="f">
              <v:textbox>
                <w:txbxContent>
                  <w:p w:rsidR="00163148" w:rsidRDefault="00163148">
                    <w:r>
                      <w:t>L</w:t>
                    </w:r>
                  </w:p>
                </w:txbxContent>
              </v:textbox>
            </v:shape>
            <v:shape id="_x0000_s1040" type="#_x0000_t202" style="position:absolute;left:5472;top:11376;width:576;height:720" filled="f" stroked="f">
              <v:textbox>
                <w:txbxContent>
                  <w:p w:rsidR="00163148" w:rsidRDefault="00163148">
                    <w:r>
                      <w:t>M</w:t>
                    </w:r>
                  </w:p>
                </w:txbxContent>
              </v:textbox>
            </v:shape>
            <v:shape id="_x0000_s1041" type="#_x0000_t202" style="position:absolute;left:4032;top:12528;width:1152;height:576" filled="f" stroked="f">
              <v:textbox>
                <w:txbxContent>
                  <w:p w:rsidR="00163148" w:rsidRDefault="00163148">
                    <w:r>
                      <w:t>17.4 cm</w:t>
                    </w:r>
                  </w:p>
                </w:txbxContent>
              </v:textbox>
            </v:shape>
          </v:group>
        </w:pict>
      </w:r>
    </w:p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>
      <w:r>
        <w:rPr>
          <w:noProof/>
          <w:lang w:val="en-US"/>
        </w:rPr>
        <w:pict>
          <v:shape id="_x0000_s1042" type="#_x0000_t202" style="position:absolute;margin-left:69.75pt;margin-top:-.4pt;width:43.2pt;height:36pt;z-index:251659776" filled="f" stroked="f">
            <v:textbox>
              <w:txbxContent>
                <w:p w:rsidR="00163148" w:rsidRDefault="00163148">
                  <w:r>
                    <w:t xml:space="preserve">  21º</w:t>
                  </w:r>
                </w:p>
              </w:txbxContent>
            </v:textbox>
          </v:shape>
        </w:pict>
      </w:r>
    </w:p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 w:rsidP="005B7975">
      <w:pPr>
        <w:ind w:left="360"/>
      </w:pPr>
      <w:r>
        <w:rPr>
          <w:noProof/>
          <w:lang w:val="en-US"/>
        </w:rPr>
        <w:pict>
          <v:shape id="_x0000_s1043" type="#_x0000_t202" style="position:absolute;left:0;text-align:left;margin-left:267.3pt;margin-top:37.65pt;width:28.8pt;height:36pt;z-index:251655680" o:allowincell="f" filled="f" stroked="f">
            <v:textbox>
              <w:txbxContent>
                <w:p w:rsidR="00163148" w:rsidRDefault="00163148">
                  <w:r>
                    <w:t>Q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44" type="#_x0000_t202" style="position:absolute;left:0;text-align:left;margin-left:87.3pt;margin-top:37.65pt;width:28.8pt;height:36pt;z-index:251654656" o:allowincell="f" filled="f" stroked="f">
            <v:textbox>
              <w:txbxContent>
                <w:p w:rsidR="00163148" w:rsidRDefault="00163148">
                  <w:r>
                    <w:t>P</w:t>
                  </w:r>
                </w:p>
              </w:txbxContent>
            </v:textbox>
          </v:shape>
        </w:pict>
      </w:r>
      <w:r>
        <w:t>4.</w:t>
      </w:r>
      <w:r>
        <w:tab/>
        <w:t xml:space="preserve">Find angle R to the </w:t>
      </w:r>
      <w:r w:rsidRPr="001E0787">
        <w:rPr>
          <w:b/>
          <w:bCs/>
        </w:rPr>
        <w:t>nearest degree</w:t>
      </w:r>
      <w:r>
        <w:t>.</w:t>
      </w:r>
    </w:p>
    <w:p w:rsidR="00163148" w:rsidRDefault="00163148"/>
    <w:p w:rsidR="00163148" w:rsidRDefault="00163148" w:rsidP="005B7975">
      <w:pPr>
        <w:ind w:left="360"/>
      </w:pPr>
      <w:r>
        <w:rPr>
          <w:noProof/>
          <w:lang w:val="en-US"/>
        </w:rPr>
        <w:pict>
          <v:shape id="_x0000_s1045" type="#_x0000_t202" style="position:absolute;left:0;text-align:left;margin-left:267.3pt;margin-top:60.3pt;width:57.6pt;height:28.8pt;z-index:251657728" o:allowincell="f" filled="f" stroked="f">
            <v:textbox>
              <w:txbxContent>
                <w:p w:rsidR="00163148" w:rsidRDefault="00163148">
                  <w:r>
                    <w:t>4.7 mm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46" type="#_x0000_t202" style="position:absolute;left:0;text-align:left;margin-left:130.5pt;margin-top:74.7pt;width:57.6pt;height:28.8pt;z-index:251656704" o:allowincell="f" filled="f" stroked="f">
            <v:textbox>
              <w:txbxContent>
                <w:p w:rsidR="00163148" w:rsidRDefault="00163148">
                  <w:r>
                    <w:t>6.2 mm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47" type="#_x0000_t202" style="position:absolute;left:0;text-align:left;margin-left:267.3pt;margin-top:125.1pt;width:28.8pt;height:36pt;z-index:251653632" o:allowincell="f" filled="f" stroked="f">
            <v:textbox>
              <w:txbxContent>
                <w:p w:rsidR="00163148" w:rsidRDefault="00163148">
                  <w:r>
                    <w:t>R</w:t>
                  </w:r>
                </w:p>
              </w:txbxContent>
            </v:textbox>
          </v:shape>
        </w:pict>
      </w:r>
    </w:p>
    <w:p w:rsidR="00163148" w:rsidRDefault="00163148" w:rsidP="005B7975">
      <w:pPr>
        <w:ind w:left="360"/>
      </w:pPr>
      <w:r>
        <w:rPr>
          <w:noProof/>
          <w:lang w:val="en-US"/>
        </w:rPr>
        <w:pict>
          <v:group id="_x0000_s1048" style="position:absolute;left:0;text-align:left;margin-left:107.55pt;margin-top:12.25pt;width:158.4pt;height:108pt;flip:x y;z-index:251658752" coordorigin="2160,3744" coordsize="3168,2160">
            <v:shape id="_x0000_s1049" type="#_x0000_t6" style="position:absolute;left:2160;top:3744;width:3168;height:2160"/>
            <v:rect id="_x0000_s1050" style="position:absolute;left:2160;top:5616;width:288;height:288"/>
          </v:group>
        </w:pict>
      </w:r>
    </w:p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 w:rsidP="00A50195">
      <w:pPr>
        <w:numPr>
          <w:ilvl w:val="0"/>
          <w:numId w:val="8"/>
        </w:numPr>
      </w:pPr>
      <w:r w:rsidRPr="001E0787">
        <w:rPr>
          <w:b/>
          <w:bCs/>
          <w:u w:val="single"/>
        </w:rPr>
        <w:t>Solve</w:t>
      </w:r>
      <w:r>
        <w:t xml:space="preserve"> the following triangle. </w:t>
      </w:r>
    </w:p>
    <w:p w:rsidR="00163148" w:rsidRDefault="00163148" w:rsidP="00EF2CD0">
      <w:pPr>
        <w:ind w:left="360" w:firstLine="360"/>
      </w:pPr>
      <w:r>
        <w:t xml:space="preserve">Round all side lengths to the </w:t>
      </w:r>
      <w:r w:rsidRPr="001E0787">
        <w:rPr>
          <w:b/>
          <w:bCs/>
        </w:rPr>
        <w:t>nearest tenth</w:t>
      </w:r>
      <w:r>
        <w:t xml:space="preserve"> and all angles to the </w:t>
      </w:r>
      <w:r w:rsidRPr="001E0787">
        <w:rPr>
          <w:b/>
          <w:bCs/>
        </w:rPr>
        <w:t>nearest degree</w:t>
      </w:r>
      <w:r>
        <w:t>.</w:t>
      </w:r>
    </w:p>
    <w:p w:rsidR="00163148" w:rsidRDefault="00163148"/>
    <w:p w:rsidR="00163148" w:rsidRDefault="00163148">
      <w:r>
        <w:rPr>
          <w:noProof/>
          <w:lang w:val="en-US"/>
        </w:rPr>
        <w:pict>
          <v:shape id="_x0000_s1051" type="#_x0000_t202" style="position:absolute;margin-left:72.9pt;margin-top:8.75pt;width:32.1pt;height:2in;z-index:251664896;visibility:visible" filled="f" stroked="f">
            <v:textbox style="mso-fit-shape-to-text:t">
              <w:txbxContent>
                <w:p w:rsidR="00163148" w:rsidRDefault="00163148" w:rsidP="00FC24BB">
                  <w:r>
                    <w:t>7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138.75pt;margin-top:8.75pt;width:40.5pt;height:74.25pt;flip:x y;z-index:251662848" o:connectortype="straight"/>
        </w:pict>
      </w:r>
      <w:r>
        <w:rPr>
          <w:noProof/>
          <w:lang w:val="en-US"/>
        </w:rPr>
        <w:pict>
          <v:shape id="_x0000_s1053" type="#_x0000_t32" style="position:absolute;margin-left:40.5pt;margin-top:8.75pt;width:98.25pt;height:41.25pt;flip:x;z-index:251660800" o:connectortype="straight"/>
        </w:pict>
      </w:r>
    </w:p>
    <w:p w:rsidR="00163148" w:rsidRDefault="00163148"/>
    <w:p w:rsidR="00163148" w:rsidRDefault="00163148"/>
    <w:p w:rsidR="00163148" w:rsidRDefault="00163148">
      <w:r>
        <w:rPr>
          <w:noProof/>
          <w:lang w:val="en-US"/>
        </w:rPr>
        <w:pict>
          <v:shape id="_x0000_s1054" type="#_x0000_t32" style="position:absolute;margin-left:40.5pt;margin-top:8.65pt;width:138.75pt;height:33pt;z-index:251661824" o:connectortype="straight"/>
        </w:pict>
      </w:r>
    </w:p>
    <w:p w:rsidR="00163148" w:rsidRDefault="00163148">
      <w:r>
        <w:rPr>
          <w:noProof/>
          <w:lang w:val="en-US"/>
        </w:rPr>
        <w:pict>
          <v:shape id="Text Box 2" o:spid="_x0000_s1055" type="#_x0000_t202" style="position:absolute;margin-left:147.15pt;margin-top:2.35pt;width:32.1pt;height:2in;z-index:251663872;visibility:visible" filled="f" stroked="f">
            <v:textbox style="mso-fit-shape-to-text:t">
              <w:txbxContent>
                <w:p w:rsidR="00163148" w:rsidRDefault="00163148">
                  <w:r>
                    <w:t>57º</w:t>
                  </w:r>
                </w:p>
              </w:txbxContent>
            </v:textbox>
          </v:shape>
        </w:pict>
      </w:r>
    </w:p>
    <w:p w:rsidR="00163148" w:rsidRDefault="00163148">
      <w:r>
        <w:rPr>
          <w:noProof/>
          <w:lang w:val="en-US"/>
        </w:rPr>
        <w:pict>
          <v:shape id="_x0000_s1056" type="#_x0000_t202" style="position:absolute;margin-left:87.75pt;margin-top:.6pt;width:32.1pt;height:2in;z-index:251665920;visibility:visible" filled="f" stroked="f">
            <v:textbox style="mso-fit-shape-to-text:t">
              <w:txbxContent>
                <w:p w:rsidR="00163148" w:rsidRDefault="00163148" w:rsidP="00FC24BB">
                  <w:r>
                    <w:t>13</w:t>
                  </w:r>
                </w:p>
              </w:txbxContent>
            </v:textbox>
          </v:shape>
        </w:pict>
      </w:r>
    </w:p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/>
    <w:p w:rsidR="00163148" w:rsidRDefault="00163148" w:rsidP="005B7975">
      <w:pPr>
        <w:ind w:left="360"/>
      </w:pPr>
      <w:r>
        <w:t>6.</w:t>
      </w:r>
      <w:r>
        <w:tab/>
        <w:t xml:space="preserve">From the top of a cliff 278 m high, the angle of depression to a boat out at sea is 17º.  How far is the boat </w:t>
      </w:r>
    </w:p>
    <w:p w:rsidR="00163148" w:rsidRDefault="00163148">
      <w:pPr>
        <w:ind w:firstLine="720"/>
      </w:pPr>
      <w:r>
        <w:t xml:space="preserve">from the base of the cliff?  </w:t>
      </w:r>
      <w:r w:rsidRPr="001E0787">
        <w:rPr>
          <w:i/>
          <w:iCs/>
        </w:rPr>
        <w:t>Include a labelled diagram with your solution.</w:t>
      </w:r>
      <w:r>
        <w:t xml:space="preserve"> </w:t>
      </w:r>
    </w:p>
    <w:p w:rsidR="00163148" w:rsidRDefault="00163148"/>
    <w:p w:rsidR="00163148" w:rsidRDefault="00163148"/>
    <w:p w:rsidR="00163148" w:rsidRDefault="00163148"/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5B7975">
      <w:pPr>
        <w:ind w:left="360"/>
      </w:pPr>
    </w:p>
    <w:p w:rsidR="00163148" w:rsidRDefault="00163148" w:rsidP="00D44862">
      <w:pPr>
        <w:pStyle w:val="BodyText2"/>
        <w:tabs>
          <w:tab w:val="clear" w:pos="720"/>
          <w:tab w:val="left" w:pos="2160"/>
        </w:tabs>
        <w:ind w:left="0" w:firstLine="0"/>
        <w:rPr>
          <w:rFonts w:cs="Times"/>
        </w:rPr>
      </w:pPr>
      <w:r>
        <w:t xml:space="preserve">7.  Determine the area of the triangle.  </w:t>
      </w:r>
      <w:r w:rsidRPr="000A1D2A">
        <w:rPr>
          <w:rFonts w:cs="Times"/>
          <w:position w:val="-24"/>
        </w:rPr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.75pt" o:ole="">
            <v:imagedata r:id="rId7" o:title=""/>
          </v:shape>
          <o:OLEObject Type="Embed" ProgID="Equation.3" ShapeID="_x0000_i1025" DrawAspect="Content" ObjectID="_1484977788" r:id="rId8"/>
        </w:object>
      </w:r>
      <w:r>
        <w:t xml:space="preserve">.  Accurate to the nearest </w:t>
      </w:r>
      <w:r w:rsidRPr="00F31017">
        <w:rPr>
          <w:b/>
          <w:bCs/>
          <w:i/>
          <w:iCs/>
        </w:rPr>
        <w:t>tenth of a unit.</w:t>
      </w:r>
    </w:p>
    <w:p w:rsidR="00163148" w:rsidRDefault="00163148" w:rsidP="00D44862">
      <w:pPr>
        <w:pStyle w:val="BodyText2"/>
        <w:tabs>
          <w:tab w:val="clear" w:pos="720"/>
          <w:tab w:val="left" w:pos="360"/>
          <w:tab w:val="left" w:pos="2160"/>
        </w:tabs>
        <w:ind w:left="0" w:firstLine="0"/>
        <w:rPr>
          <w:rFonts w:cs="Times"/>
        </w:rPr>
      </w:pPr>
    </w:p>
    <w:p w:rsidR="00163148" w:rsidRDefault="00163148" w:rsidP="00D44862">
      <w:pPr>
        <w:pStyle w:val="BodyText2"/>
        <w:tabs>
          <w:tab w:val="clear" w:pos="720"/>
          <w:tab w:val="left" w:pos="360"/>
          <w:tab w:val="left" w:pos="2160"/>
        </w:tabs>
        <w:ind w:left="0" w:firstLine="0"/>
        <w:rPr>
          <w:rFonts w:cs="Times"/>
        </w:rPr>
      </w:pPr>
      <w:r>
        <w:rPr>
          <w:noProof/>
        </w:rPr>
        <w:pict>
          <v:group id="Group 8" o:spid="_x0000_s1057" style="position:absolute;margin-left:54pt;margin-top:1.45pt;width:189pt;height:119.95pt;z-index:251668992" coordorigin="1800,8820" coordsize="3780,2399">
            <v:shape id="Text Box 34" o:spid="_x0000_s1058" type="#_x0000_t202" style="position:absolute;left:1800;top:9344;width:900;height:540;visibility:visible" filled="f" stroked="f">
              <v:textbox>
                <w:txbxContent>
                  <w:p w:rsidR="00163148" w:rsidRDefault="00163148" w:rsidP="00D44862">
                    <w:r>
                      <w:t>6 cm</w:t>
                    </w:r>
                  </w:p>
                </w:txbxContent>
              </v:textbox>
            </v:shape>
            <v:shape id="Text Box 35" o:spid="_x0000_s1059" type="#_x0000_t202" style="position:absolute;left:3075;top:10679;width:900;height:540;visibility:visible" filled="f" stroked="f">
              <v:textbox>
                <w:txbxContent>
                  <w:p w:rsidR="00163148" w:rsidRDefault="00163148" w:rsidP="00D44862">
                    <w:r>
                      <w:t>12 cm</w:t>
                    </w:r>
                  </w:p>
                </w:txbxContent>
              </v:textbox>
            </v:shape>
            <v:shape id="Text Box 36" o:spid="_x0000_s1060" type="#_x0000_t202" style="position:absolute;left:4575;top:9344;width:900;height:540;visibility:visible" filled="f" stroked="f">
              <v:textbox>
                <w:txbxContent>
                  <w:p w:rsidR="00163148" w:rsidRDefault="00163148" w:rsidP="00D44862">
                    <w:r>
                      <w:t>8 cm</w:t>
                    </w:r>
                  </w:p>
                </w:txbxContent>
              </v:textbox>
            </v:shape>
            <v:line id="Line 37" o:spid="_x0000_s1061" style="position:absolute;visibility:visible" from="1980,10620" to="5580,10620" o:connectortype="straight"/>
            <v:line id="Line 38" o:spid="_x0000_s1062" style="position:absolute;visibility:visible" from="3060,8820" to="3060,10620" o:connectortype="straight"/>
            <v:shape id="Text Box 39" o:spid="_x0000_s1063" type="#_x0000_t202" style="position:absolute;left:2985;top:9465;width:1080;height:900;visibility:visible" filled="f" stroked="f">
              <v:textbox>
                <w:txbxContent>
                  <w:p w:rsidR="00163148" w:rsidRDefault="00163148" w:rsidP="00D44862">
                    <w:r>
                      <w:t>height</w:t>
                    </w:r>
                  </w:p>
                  <w:p w:rsidR="00163148" w:rsidRDefault="00163148" w:rsidP="00D44862">
                    <w:r>
                      <w:t>(h)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line id="Straight Connector 7" o:spid="_x0000_s1064" style="position:absolute;flip:x;z-index:251667968;visibility:visible" from="63pt,1.45pt" to="117pt,91.45pt"/>
        </w:pict>
      </w:r>
      <w:r>
        <w:rPr>
          <w:noProof/>
        </w:rPr>
        <w:pict>
          <v:line id="Straight Connector 6" o:spid="_x0000_s1065" style="position:absolute;flip:x y;z-index:251666944;visibility:visible" from="117pt,1.45pt" to="243pt,91.45pt"/>
        </w:pict>
      </w:r>
    </w:p>
    <w:p w:rsidR="00163148" w:rsidRDefault="00163148" w:rsidP="005B7975">
      <w:pPr>
        <w:ind w:left="360"/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Pr="00D44862" w:rsidRDefault="00163148" w:rsidP="00D44862">
      <w:pPr>
        <w:rPr>
          <w:lang w:val="en-CA"/>
        </w:rPr>
      </w:pPr>
    </w:p>
    <w:p w:rsidR="00163148" w:rsidRDefault="00163148" w:rsidP="00D44862">
      <w:pPr>
        <w:rPr>
          <w:lang w:val="en-CA"/>
        </w:rPr>
      </w:pPr>
    </w:p>
    <w:p w:rsidR="00163148" w:rsidRDefault="00163148" w:rsidP="00D44862">
      <w:pPr>
        <w:rPr>
          <w:lang w:val="en-CA"/>
        </w:rPr>
      </w:pPr>
    </w:p>
    <w:p w:rsidR="00163148" w:rsidRDefault="00163148" w:rsidP="00D44862">
      <w:pPr>
        <w:pStyle w:val="NoSpacing"/>
        <w:rPr>
          <w:lang w:val="en-CA"/>
        </w:rPr>
      </w:pPr>
    </w:p>
    <w:p w:rsidR="00163148" w:rsidRDefault="00163148" w:rsidP="00D44862">
      <w:pPr>
        <w:pStyle w:val="NoSpacing"/>
        <w:rPr>
          <w:lang w:val="en-CA"/>
        </w:rPr>
      </w:pPr>
    </w:p>
    <w:p w:rsidR="00163148" w:rsidRDefault="00163148" w:rsidP="00D44862">
      <w:pPr>
        <w:pStyle w:val="NoSpacing"/>
        <w:rPr>
          <w:lang w:val="en-CA"/>
        </w:rPr>
      </w:pPr>
    </w:p>
    <w:p w:rsidR="00163148" w:rsidRDefault="00163148" w:rsidP="00D44862">
      <w:pPr>
        <w:pStyle w:val="NoSpacing"/>
        <w:rPr>
          <w:lang w:val="en-CA"/>
        </w:rPr>
      </w:pPr>
    </w:p>
    <w:p w:rsidR="00163148" w:rsidRDefault="00163148" w:rsidP="00D44862">
      <w:pPr>
        <w:pStyle w:val="NoSpacing"/>
        <w:rPr>
          <w:lang w:val="en-CA"/>
        </w:rPr>
      </w:pPr>
    </w:p>
    <w:p w:rsidR="00163148" w:rsidRDefault="00163148" w:rsidP="00D44862">
      <w:pPr>
        <w:pStyle w:val="NoSpacing"/>
        <w:rPr>
          <w:lang w:val="en-CA"/>
        </w:rPr>
      </w:pPr>
    </w:p>
    <w:p w:rsidR="00163148" w:rsidRDefault="00163148" w:rsidP="00D44862">
      <w:pPr>
        <w:pStyle w:val="NoSpacing"/>
        <w:rPr>
          <w:lang w:val="en-CA"/>
        </w:rPr>
      </w:pPr>
      <w:bookmarkStart w:id="0" w:name="_GoBack"/>
      <w:bookmarkEnd w:id="0"/>
    </w:p>
    <w:sectPr w:rsidR="00163148" w:rsidSect="009758E3">
      <w:footerReference w:type="default" r:id="rId9"/>
      <w:headerReference w:type="first" r:id="rId10"/>
      <w:pgSz w:w="12240" w:h="15840" w:code="1"/>
      <w:pgMar w:top="720" w:right="36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148" w:rsidRDefault="00163148">
      <w:r>
        <w:separator/>
      </w:r>
    </w:p>
  </w:endnote>
  <w:endnote w:type="continuationSeparator" w:id="0">
    <w:p w:rsidR="00163148" w:rsidRDefault="00163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48" w:rsidRDefault="00163148" w:rsidP="001E0787">
    <w:pPr>
      <w:pStyle w:val="Footer"/>
      <w:ind w:left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148" w:rsidRDefault="00163148">
      <w:r>
        <w:separator/>
      </w:r>
    </w:p>
  </w:footnote>
  <w:footnote w:type="continuationSeparator" w:id="0">
    <w:p w:rsidR="00163148" w:rsidRDefault="00163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48" w:rsidRDefault="00163148" w:rsidP="009758E3">
    <w:pPr>
      <w:pStyle w:val="Header"/>
      <w:tabs>
        <w:tab w:val="clear" w:pos="8640"/>
      </w:tabs>
    </w:pPr>
    <w:r>
      <w:t>MAP4C – Feb 2015</w:t>
    </w:r>
    <w:r>
      <w:tab/>
    </w:r>
    <w:r>
      <w:tab/>
    </w:r>
    <w:r>
      <w:tab/>
    </w:r>
    <w:r>
      <w:tab/>
    </w:r>
    <w:r>
      <w:tab/>
      <w:t>NAME: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B9E64DF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F15C22"/>
    <w:multiLevelType w:val="hybridMultilevel"/>
    <w:tmpl w:val="2AE4DE0A"/>
    <w:lvl w:ilvl="0" w:tplc="EC2E612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7A6C04"/>
    <w:multiLevelType w:val="hybridMultilevel"/>
    <w:tmpl w:val="77963798"/>
    <w:lvl w:ilvl="0" w:tplc="040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39B5AE2"/>
    <w:multiLevelType w:val="hybridMultilevel"/>
    <w:tmpl w:val="EB4A1922"/>
    <w:lvl w:ilvl="0" w:tplc="E452B89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873E2"/>
    <w:multiLevelType w:val="hybridMultilevel"/>
    <w:tmpl w:val="E81AE50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444779"/>
    <w:multiLevelType w:val="hybridMultilevel"/>
    <w:tmpl w:val="0B7E26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9C6EDC"/>
    <w:multiLevelType w:val="hybridMultilevel"/>
    <w:tmpl w:val="76BC84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84C2960"/>
    <w:multiLevelType w:val="hybridMultilevel"/>
    <w:tmpl w:val="2348D0A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B95"/>
    <w:rsid w:val="00005B95"/>
    <w:rsid w:val="00034D1F"/>
    <w:rsid w:val="000A1D2A"/>
    <w:rsid w:val="000A752B"/>
    <w:rsid w:val="000C53C2"/>
    <w:rsid w:val="00163148"/>
    <w:rsid w:val="001C77A9"/>
    <w:rsid w:val="001E0787"/>
    <w:rsid w:val="00226A09"/>
    <w:rsid w:val="00335FA8"/>
    <w:rsid w:val="00471414"/>
    <w:rsid w:val="00494538"/>
    <w:rsid w:val="0053117D"/>
    <w:rsid w:val="00591917"/>
    <w:rsid w:val="005B7975"/>
    <w:rsid w:val="005C79F3"/>
    <w:rsid w:val="006E65B8"/>
    <w:rsid w:val="00710FCA"/>
    <w:rsid w:val="007A328D"/>
    <w:rsid w:val="008E2968"/>
    <w:rsid w:val="009758E3"/>
    <w:rsid w:val="009B5A2D"/>
    <w:rsid w:val="00A50195"/>
    <w:rsid w:val="00AF47AC"/>
    <w:rsid w:val="00AF7495"/>
    <w:rsid w:val="00C0746A"/>
    <w:rsid w:val="00CC4CE6"/>
    <w:rsid w:val="00CC5ED9"/>
    <w:rsid w:val="00D44862"/>
    <w:rsid w:val="00D80EF2"/>
    <w:rsid w:val="00ED60D6"/>
    <w:rsid w:val="00EE709E"/>
    <w:rsid w:val="00EF27F3"/>
    <w:rsid w:val="00EF2CD0"/>
    <w:rsid w:val="00F31017"/>
    <w:rsid w:val="00F43CDD"/>
    <w:rsid w:val="00F657C4"/>
    <w:rsid w:val="00FC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52B"/>
    <w:rPr>
      <w:rFonts w:cs="Times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0787"/>
    <w:pPr>
      <w:keepNext/>
      <w:jc w:val="center"/>
      <w:outlineLvl w:val="0"/>
    </w:pPr>
    <w:rPr>
      <w:rFonts w:ascii="Geneva" w:eastAsia="Times New Roman" w:hAnsi="Geneva" w:cs="Geneva"/>
      <w:b/>
      <w:bCs/>
      <w:sz w:val="18"/>
      <w:szCs w:val="1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E48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0A75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3E48"/>
    <w:rPr>
      <w:rFonts w:cs="Times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0A75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3E48"/>
    <w:rPr>
      <w:rFonts w:cs="Times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C24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4BB"/>
    <w:rPr>
      <w:rFonts w:ascii="Tahoma" w:hAnsi="Tahoma" w:cs="Tahoma"/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1"/>
    <w:uiPriority w:val="99"/>
    <w:rsid w:val="00D44862"/>
    <w:pPr>
      <w:tabs>
        <w:tab w:val="left" w:pos="720"/>
        <w:tab w:val="left" w:pos="5040"/>
        <w:tab w:val="left" w:pos="5400"/>
      </w:tabs>
      <w:ind w:left="360" w:hanging="360"/>
    </w:pPr>
    <w:rPr>
      <w:rFonts w:ascii="Times New Roman" w:eastAsia="Times New Roman" w:hAnsi="Times New Roman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4862"/>
    <w:rPr>
      <w:sz w:val="24"/>
      <w:szCs w:val="24"/>
      <w:lang w:val="en-GB" w:eastAsia="en-US"/>
    </w:rPr>
  </w:style>
  <w:style w:type="character" w:customStyle="1" w:styleId="BodyText2Char1">
    <w:name w:val="Body Text 2 Char1"/>
    <w:link w:val="BodyText2"/>
    <w:uiPriority w:val="99"/>
    <w:rsid w:val="00D44862"/>
    <w:rPr>
      <w:rFonts w:ascii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uiPriority w:val="99"/>
    <w:qFormat/>
    <w:rsid w:val="00D44862"/>
    <w:rPr>
      <w:rFonts w:cs="Times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214</Words>
  <Characters>1224</Characters>
  <Application>Microsoft Office Outlook</Application>
  <DocSecurity>0</DocSecurity>
  <Lines>0</Lines>
  <Paragraphs>0</Paragraphs>
  <ScaleCrop>false</ScaleCrop>
  <Company>OCDSB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# 1 – Trigonometry</dc:title>
  <dc:subject/>
  <dc:creator>OCDSB</dc:creator>
  <cp:keywords/>
  <dc:description/>
  <cp:lastModifiedBy>C47203</cp:lastModifiedBy>
  <cp:revision>2</cp:revision>
  <cp:lastPrinted>2005-09-08T13:08:00Z</cp:lastPrinted>
  <dcterms:created xsi:type="dcterms:W3CDTF">2015-02-09T14:03:00Z</dcterms:created>
  <dcterms:modified xsi:type="dcterms:W3CDTF">2015-02-09T14:03:00Z</dcterms:modified>
</cp:coreProperties>
</file>